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C1A7D" w14:textId="580C2956" w:rsidR="00327334" w:rsidRPr="00327334" w:rsidRDefault="00327334" w:rsidP="00FC366D">
      <w:pPr>
        <w:jc w:val="right"/>
      </w:pPr>
      <w:r>
        <w:t>Dipl.-Ing. Tobias</w:t>
      </w:r>
      <w:r w:rsidRPr="00327334">
        <w:t xml:space="preserve"> Schmied</w:t>
      </w:r>
    </w:p>
    <w:p w14:paraId="69A0E860" w14:textId="77777777" w:rsidR="00327334" w:rsidRPr="00327334" w:rsidRDefault="00327334" w:rsidP="00327334">
      <w:pPr>
        <w:jc w:val="right"/>
      </w:pPr>
      <w:r w:rsidRPr="00327334">
        <w:t>Alte Poststr. 180</w:t>
      </w:r>
    </w:p>
    <w:p w14:paraId="5CFFA934" w14:textId="77777777" w:rsidR="00327334" w:rsidRPr="00327334" w:rsidRDefault="00327334" w:rsidP="00327334">
      <w:pPr>
        <w:jc w:val="right"/>
      </w:pPr>
      <w:r w:rsidRPr="00327334">
        <w:t>50767 Hamburg</w:t>
      </w:r>
    </w:p>
    <w:p w14:paraId="570B132B" w14:textId="51C71740" w:rsidR="00327334" w:rsidRPr="00327334" w:rsidRDefault="00327334" w:rsidP="00327334">
      <w:pPr>
        <w:jc w:val="right"/>
      </w:pPr>
      <w:r>
        <w:t>Tel.</w:t>
      </w:r>
      <w:r w:rsidR="004B0F41">
        <w:t>: 0151 1</w:t>
      </w:r>
      <w:r w:rsidRPr="00327334">
        <w:t>987654</w:t>
      </w:r>
    </w:p>
    <w:p w14:paraId="5EEB4C4F" w14:textId="1F8C7C60" w:rsidR="00327334" w:rsidRPr="00327334" w:rsidRDefault="00327334" w:rsidP="00327334">
      <w:pPr>
        <w:jc w:val="right"/>
      </w:pPr>
      <w:r>
        <w:t>E-Mail: tschmied@bspweb.de</w:t>
      </w:r>
    </w:p>
    <w:p w14:paraId="03DB5DED" w14:textId="77777777" w:rsidR="00327334" w:rsidRPr="00327334" w:rsidRDefault="00327334" w:rsidP="00327334"/>
    <w:p w14:paraId="11AEFDCE" w14:textId="77777777" w:rsidR="00327334" w:rsidRPr="00327334" w:rsidRDefault="00327334" w:rsidP="00327334"/>
    <w:p w14:paraId="014B7DDD" w14:textId="77777777" w:rsidR="00327334" w:rsidRPr="00327334" w:rsidRDefault="00327334" w:rsidP="00327334">
      <w:r w:rsidRPr="00327334">
        <w:t>Althoff Antriebstechnik GmbH</w:t>
      </w:r>
    </w:p>
    <w:p w14:paraId="48283956" w14:textId="7BE33349" w:rsidR="00327334" w:rsidRPr="00327334" w:rsidRDefault="00327334" w:rsidP="00327334">
      <w:r w:rsidRPr="00327334">
        <w:t xml:space="preserve">Herrn </w:t>
      </w:r>
      <w:r>
        <w:t>Max</w:t>
      </w:r>
      <w:r w:rsidRPr="00327334">
        <w:t xml:space="preserve"> Hoffmann</w:t>
      </w:r>
    </w:p>
    <w:p w14:paraId="4A2C7EF8" w14:textId="77777777" w:rsidR="00327334" w:rsidRPr="00327334" w:rsidRDefault="00327334" w:rsidP="00327334">
      <w:r w:rsidRPr="00327334">
        <w:t>Industriestr. 119</w:t>
      </w:r>
    </w:p>
    <w:p w14:paraId="280FD686" w14:textId="77777777" w:rsidR="00327334" w:rsidRPr="00327334" w:rsidRDefault="00327334" w:rsidP="00327334">
      <w:r w:rsidRPr="00327334">
        <w:t>58091 Hagen</w:t>
      </w:r>
    </w:p>
    <w:p w14:paraId="02A591C6" w14:textId="77777777" w:rsidR="00327334" w:rsidRPr="00327334" w:rsidRDefault="00327334" w:rsidP="00327334"/>
    <w:p w14:paraId="24D60A29" w14:textId="77777777" w:rsidR="00327334" w:rsidRPr="00327334" w:rsidRDefault="00327334" w:rsidP="00327334"/>
    <w:p w14:paraId="42508756" w14:textId="76D0B015" w:rsidR="00327334" w:rsidRPr="00327334" w:rsidRDefault="004B0F41" w:rsidP="00327334">
      <w:pPr>
        <w:jc w:val="right"/>
      </w:pPr>
      <w:r>
        <w:t>20.</w:t>
      </w:r>
      <w:r w:rsidR="00327334" w:rsidRPr="00327334">
        <w:t>1.201</w:t>
      </w:r>
      <w:r w:rsidR="00327334">
        <w:t>6</w:t>
      </w:r>
    </w:p>
    <w:p w14:paraId="2664C0D1" w14:textId="77777777" w:rsidR="00327334" w:rsidRPr="00327334" w:rsidRDefault="00327334" w:rsidP="00327334"/>
    <w:p w14:paraId="0245CBD9" w14:textId="77777777" w:rsidR="00327334" w:rsidRPr="00327334" w:rsidRDefault="00327334" w:rsidP="00327334"/>
    <w:p w14:paraId="4AAA06F8" w14:textId="230F8B99" w:rsidR="00327334" w:rsidRPr="00327334" w:rsidRDefault="00327334" w:rsidP="00327334">
      <w:pPr>
        <w:rPr>
          <w:b/>
        </w:rPr>
      </w:pPr>
      <w:r w:rsidRPr="00327334">
        <w:rPr>
          <w:b/>
        </w:rPr>
        <w:t xml:space="preserve">Ihre Anzeige auf </w:t>
      </w:r>
      <w:proofErr w:type="spellStart"/>
      <w:r w:rsidRPr="00327334">
        <w:rPr>
          <w:b/>
        </w:rPr>
        <w:t>Xing</w:t>
      </w:r>
      <w:proofErr w:type="spellEnd"/>
      <w:r>
        <w:rPr>
          <w:b/>
        </w:rPr>
        <w:t xml:space="preserve"> vom 7.1.2016</w:t>
      </w:r>
      <w:r w:rsidRPr="00327334">
        <w:rPr>
          <w:b/>
        </w:rPr>
        <w:t xml:space="preserve"> –</w:t>
      </w:r>
      <w:r w:rsidR="004B0F41">
        <w:rPr>
          <w:b/>
        </w:rPr>
        <w:t xml:space="preserve"> </w:t>
      </w:r>
      <w:r w:rsidRPr="00327334">
        <w:rPr>
          <w:b/>
        </w:rPr>
        <w:t>Bewerbung als Leiter Qualitätssicherung</w:t>
      </w:r>
    </w:p>
    <w:p w14:paraId="77DA2857" w14:textId="77777777" w:rsidR="00327334" w:rsidRPr="00327334" w:rsidRDefault="00327334" w:rsidP="00327334"/>
    <w:p w14:paraId="074A970E" w14:textId="77777777" w:rsidR="00327334" w:rsidRPr="00327334" w:rsidRDefault="00327334" w:rsidP="00327334"/>
    <w:p w14:paraId="5391BAE4" w14:textId="77777777" w:rsidR="00327334" w:rsidRPr="00327334" w:rsidRDefault="00327334" w:rsidP="00327334">
      <w:r w:rsidRPr="00327334">
        <w:t>Sehr geehrter Herr Hoffmann,</w:t>
      </w:r>
    </w:p>
    <w:p w14:paraId="18BBAF9F" w14:textId="77777777" w:rsidR="00327334" w:rsidRPr="00327334" w:rsidRDefault="00327334" w:rsidP="00327334">
      <w:pPr>
        <w:rPr>
          <w:sz w:val="14"/>
          <w:szCs w:val="14"/>
        </w:rPr>
      </w:pPr>
    </w:p>
    <w:p w14:paraId="734D24BA" w14:textId="036803F1" w:rsidR="00327334" w:rsidRPr="00327334" w:rsidRDefault="00327334" w:rsidP="00327334">
      <w:r>
        <w:t>bei</w:t>
      </w:r>
      <w:r w:rsidRPr="00327334">
        <w:t xml:space="preserve"> </w:t>
      </w:r>
      <w:proofErr w:type="spellStart"/>
      <w:r w:rsidRPr="00327334">
        <w:t>Xing</w:t>
      </w:r>
      <w:proofErr w:type="spellEnd"/>
      <w:r w:rsidRPr="00327334">
        <w:t xml:space="preserve"> stieß ich auf Ihre Anzeige</w:t>
      </w:r>
      <w:r>
        <w:t>, mit der Sie einen</w:t>
      </w:r>
      <w:r w:rsidRPr="00327334">
        <w:t xml:space="preserve"> Leiter der Qualitätssicherung </w:t>
      </w:r>
      <w:r>
        <w:t>suchen</w:t>
      </w:r>
      <w:r w:rsidRPr="00327334">
        <w:t>. Al</w:t>
      </w:r>
      <w:r w:rsidRPr="00327334">
        <w:t>t</w:t>
      </w:r>
      <w:r w:rsidRPr="00327334">
        <w:t>hoff Antriebstechnik hat in der Branche einen guten Namen – das motiviert mich zu meiner B</w:t>
      </w:r>
      <w:r w:rsidRPr="00327334">
        <w:t>e</w:t>
      </w:r>
      <w:r w:rsidRPr="00327334">
        <w:t xml:space="preserve">werbung. </w:t>
      </w:r>
    </w:p>
    <w:p w14:paraId="7186D5B9" w14:textId="77777777" w:rsidR="00327334" w:rsidRPr="00327334" w:rsidRDefault="00327334" w:rsidP="00327334">
      <w:pPr>
        <w:rPr>
          <w:sz w:val="14"/>
          <w:szCs w:val="14"/>
        </w:rPr>
      </w:pPr>
    </w:p>
    <w:p w14:paraId="5CC2189C" w14:textId="64BE2809" w:rsidR="00327334" w:rsidRPr="00327334" w:rsidRDefault="00327334" w:rsidP="00327334">
      <w:r w:rsidRPr="00327334">
        <w:t xml:space="preserve">Ich bin Diplom-Ingenieur (Elektrotechnik) </w:t>
      </w:r>
      <w:r>
        <w:t>und habe</w:t>
      </w:r>
      <w:r w:rsidRPr="00327334">
        <w:t xml:space="preserve"> Jahre Erfahrung in der Qualitätssicherung; aktuell arbeite ich im Qualitätsmanagement eines Automobilzulieferers (Schwerpunkt elektr</w:t>
      </w:r>
      <w:r w:rsidRPr="00327334">
        <w:t>i</w:t>
      </w:r>
      <w:r w:rsidRPr="00327334">
        <w:t xml:space="preserve">sche Kleinmotoren). Für die Zukunft strebe ich eine Führungsposition an. Die Leitung kleiner Projektteams gehört schon jetzt zu meinem Alltag: Mit einem vier- bis sechsköpfigen Team </w:t>
      </w:r>
      <w:r w:rsidR="004B0F41">
        <w:br/>
      </w:r>
      <w:r w:rsidRPr="00327334">
        <w:t>bereite ich regelmäßig die QS-Audits vor.</w:t>
      </w:r>
    </w:p>
    <w:p w14:paraId="1D3702FF" w14:textId="77777777" w:rsidR="00327334" w:rsidRPr="00327334" w:rsidRDefault="00327334" w:rsidP="00327334">
      <w:pPr>
        <w:rPr>
          <w:sz w:val="14"/>
          <w:szCs w:val="14"/>
        </w:rPr>
      </w:pPr>
    </w:p>
    <w:p w14:paraId="627AC0CF" w14:textId="6C3302EC" w:rsidR="00327334" w:rsidRPr="00327334" w:rsidRDefault="00327334" w:rsidP="00327334">
      <w:r w:rsidRPr="00327334">
        <w:t xml:space="preserve">Zu meinen Qualifikationen: Mit </w:t>
      </w:r>
      <w:r>
        <w:t xml:space="preserve">der DIN ISO EN 9001 bin ich </w:t>
      </w:r>
      <w:r w:rsidRPr="00327334">
        <w:t>bestens vertraut. Im Zentrum me</w:t>
      </w:r>
      <w:r w:rsidRPr="00327334">
        <w:t>i</w:t>
      </w:r>
      <w:r w:rsidRPr="00327334">
        <w:t>ner Tätigkeiten stehen die Lieferantenqualifizierung und das Beschwerdemanagement. Recht gut kenne ich mich mit SAP SCL und ERP Navision aus. Seit knapp zwei Jahren bin ich außerdem in der Prozessoptimierung tätig. Produktionsprozesse und Arbeitsabläufe zu verbessern, das macht mir besonders viel Freude.</w:t>
      </w:r>
    </w:p>
    <w:p w14:paraId="1A43ACAE" w14:textId="77777777" w:rsidR="00327334" w:rsidRPr="00327334" w:rsidRDefault="00327334" w:rsidP="00327334">
      <w:pPr>
        <w:rPr>
          <w:sz w:val="14"/>
          <w:szCs w:val="14"/>
        </w:rPr>
      </w:pPr>
    </w:p>
    <w:p w14:paraId="31443CC5" w14:textId="3E191EC4" w:rsidR="00327334" w:rsidRPr="00327334" w:rsidRDefault="00327334" w:rsidP="00327334">
      <w:r w:rsidRPr="00327334">
        <w:t>Die Bereitschaft zum Reisen bringe ich mit. Meine Englisch</w:t>
      </w:r>
      <w:r w:rsidR="004B0F41">
        <w:t xml:space="preserve">kenntnisse sind gut, aber noch </w:t>
      </w:r>
      <w:r w:rsidRPr="00327334">
        <w:t>au</w:t>
      </w:r>
      <w:r w:rsidRPr="00327334">
        <w:t>s</w:t>
      </w:r>
      <w:r w:rsidRPr="00327334">
        <w:t>baufähig; deshalb besuche ich momentan einen Sprachkurs „Business English“.</w:t>
      </w:r>
    </w:p>
    <w:p w14:paraId="21DC15D4" w14:textId="77777777" w:rsidR="00327334" w:rsidRPr="00327334" w:rsidRDefault="00327334" w:rsidP="00327334">
      <w:pPr>
        <w:rPr>
          <w:sz w:val="14"/>
          <w:szCs w:val="14"/>
        </w:rPr>
      </w:pPr>
    </w:p>
    <w:p w14:paraId="133E2BB4" w14:textId="17AFA972" w:rsidR="00327334" w:rsidRPr="00327334" w:rsidRDefault="00327334" w:rsidP="00327334">
      <w:r w:rsidRPr="00327334">
        <w:t>Frühestens zum 1. Juli 201</w:t>
      </w:r>
      <w:r>
        <w:t>6</w:t>
      </w:r>
      <w:r w:rsidRPr="00327334">
        <w:t xml:space="preserve"> könnte ich bei Ihnen anfangen. Ich bewerbe mich aus</w:t>
      </w:r>
      <w:r w:rsidR="00FC366D">
        <w:t xml:space="preserve"> </w:t>
      </w:r>
      <w:r w:rsidRPr="00327334">
        <w:t>ungekündi</w:t>
      </w:r>
      <w:r w:rsidRPr="00327334">
        <w:t>g</w:t>
      </w:r>
      <w:r w:rsidRPr="00327334">
        <w:t xml:space="preserve">ter Stellung und bitte Sie daher, diese Bewerbung vertraulich zu behandeln. Über eine Einladung zum Vorstellungsgespräch freue ich mich. </w:t>
      </w:r>
    </w:p>
    <w:p w14:paraId="531F4905" w14:textId="77777777" w:rsidR="00327334" w:rsidRPr="00327334" w:rsidRDefault="00327334" w:rsidP="00327334">
      <w:pPr>
        <w:rPr>
          <w:sz w:val="14"/>
          <w:szCs w:val="14"/>
        </w:rPr>
      </w:pPr>
    </w:p>
    <w:p w14:paraId="46984C55" w14:textId="64B9B82D" w:rsidR="00327334" w:rsidRPr="00327334" w:rsidRDefault="00327334" w:rsidP="00327334">
      <w:r>
        <w:t>Mit freundlichen Grüßen</w:t>
      </w:r>
    </w:p>
    <w:p w14:paraId="329AD342" w14:textId="3F001AC7" w:rsidR="0095639B" w:rsidRPr="00F44FC1" w:rsidRDefault="00327334" w:rsidP="00327334">
      <w:pPr>
        <w:pStyle w:val="UnterschriftName"/>
        <w:rPr>
          <w:rFonts w:ascii="Lucida Handwriting" w:hAnsi="Lucida Handwriting"/>
        </w:rPr>
      </w:pPr>
      <w:bookmarkStart w:id="0" w:name="_GoBack"/>
      <w:r w:rsidRPr="00F44FC1">
        <w:rPr>
          <w:rFonts w:ascii="Lucida Handwriting" w:hAnsi="Lucida Handwriting"/>
        </w:rPr>
        <w:t>Tobias Schmied</w:t>
      </w:r>
      <w:bookmarkEnd w:id="0"/>
    </w:p>
    <w:sectPr w:rsidR="0095639B" w:rsidRPr="00F44FC1" w:rsidSect="00FC366D">
      <w:pgSz w:w="11906" w:h="16838"/>
      <w:pgMar w:top="1134" w:right="1134" w:bottom="993" w:left="1366"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B273C" w14:textId="77777777" w:rsidR="00D04998" w:rsidRDefault="00D04998" w:rsidP="00D04998">
      <w:pPr>
        <w:spacing w:line="240" w:lineRule="auto"/>
      </w:pPr>
      <w:r>
        <w:separator/>
      </w:r>
    </w:p>
  </w:endnote>
  <w:endnote w:type="continuationSeparator" w:id="0">
    <w:p w14:paraId="44007B12" w14:textId="77777777" w:rsidR="00D04998" w:rsidRDefault="00D04998" w:rsidP="00D04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19D15" w14:textId="77777777" w:rsidR="00D04998" w:rsidRDefault="00D04998" w:rsidP="00D04998">
      <w:pPr>
        <w:spacing w:line="240" w:lineRule="auto"/>
      </w:pPr>
      <w:r>
        <w:separator/>
      </w:r>
    </w:p>
  </w:footnote>
  <w:footnote w:type="continuationSeparator" w:id="0">
    <w:p w14:paraId="0E955EC2" w14:textId="77777777" w:rsidR="00D04998" w:rsidRDefault="00D04998" w:rsidP="00D049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B1FA9"/>
    <w:rsid w:val="000D0FC8"/>
    <w:rsid w:val="00124892"/>
    <w:rsid w:val="0021238A"/>
    <w:rsid w:val="00327334"/>
    <w:rsid w:val="00370185"/>
    <w:rsid w:val="003B7D74"/>
    <w:rsid w:val="004B0F41"/>
    <w:rsid w:val="004F0647"/>
    <w:rsid w:val="00631380"/>
    <w:rsid w:val="006F5C84"/>
    <w:rsid w:val="00770743"/>
    <w:rsid w:val="007C371D"/>
    <w:rsid w:val="008D2E71"/>
    <w:rsid w:val="008D76FD"/>
    <w:rsid w:val="0095639B"/>
    <w:rsid w:val="009D01B1"/>
    <w:rsid w:val="00A479D8"/>
    <w:rsid w:val="00A66DEC"/>
    <w:rsid w:val="00AB6AAA"/>
    <w:rsid w:val="00AE72C8"/>
    <w:rsid w:val="00B14BB3"/>
    <w:rsid w:val="00C841F7"/>
    <w:rsid w:val="00CC6031"/>
    <w:rsid w:val="00CC7DA6"/>
    <w:rsid w:val="00D04998"/>
    <w:rsid w:val="00DF7E68"/>
    <w:rsid w:val="00E37989"/>
    <w:rsid w:val="00EA037D"/>
    <w:rsid w:val="00EB3170"/>
    <w:rsid w:val="00F1444A"/>
    <w:rsid w:val="00F339CC"/>
    <w:rsid w:val="00F44FC1"/>
    <w:rsid w:val="00FC366D"/>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FC366D"/>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FC366D"/>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FC366D"/>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FC366D"/>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E25CAE4</Template>
  <TotalTime>0</TotalTime>
  <Pages>1</Pages>
  <Words>239</Words>
  <Characters>1511</Characters>
  <Application>Microsoft Office Word</Application>
  <DocSecurity>0</DocSecurity>
  <Lines>12</Lines>
  <Paragraphs>3</Paragraphs>
  <ScaleCrop>false</ScaleCrop>
  <Company>F G</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2015-11-10T09:29:00Z</cp:lastPrinted>
  <dcterms:created xsi:type="dcterms:W3CDTF">2015-11-10T09:29:00Z</dcterms:created>
  <dcterms:modified xsi:type="dcterms:W3CDTF">2016-02-02T08:07:00Z</dcterms:modified>
</cp:coreProperties>
</file>